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607" w:rsidRDefault="00C50DA0" w:rsidP="0005782C">
      <w:pPr>
        <w:pStyle w:val="Title"/>
        <w:numPr>
          <w:ilvl w:val="0"/>
          <w:numId w:val="15"/>
        </w:numPr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.75pt;margin-top:-24pt;width:468.75pt;height:92.3pt;z-index:251657728">
            <v:textbox style="mso-next-textbox:#_x0000_s1028">
              <w:txbxContent>
                <w:p w:rsidR="004378B6" w:rsidRPr="00E86A39" w:rsidRDefault="004378B6" w:rsidP="00077AA1">
                  <w:pPr>
                    <w:shd w:val="clear" w:color="auto" w:fill="D9D9D9"/>
                    <w:jc w:val="center"/>
                    <w:rPr>
                      <w:b/>
                    </w:rPr>
                  </w:pPr>
                  <w:r w:rsidRPr="00E86A39">
                    <w:rPr>
                      <w:b/>
                    </w:rPr>
                    <w:t>Norms</w:t>
                  </w:r>
                </w:p>
                <w:p w:rsidR="0005782C" w:rsidRDefault="0005782C" w:rsidP="0005782C">
                  <w:pPr>
                    <w:pStyle w:val="ListParagraph"/>
                    <w:numPr>
                      <w:ilvl w:val="0"/>
                      <w:numId w:val="16"/>
                    </w:numPr>
                    <w:shd w:val="clear" w:color="auto" w:fill="D9D9D9"/>
                  </w:pPr>
                  <w:r>
                    <w:t xml:space="preserve"> We will not yell.</w:t>
                  </w:r>
                  <w:r w:rsidR="00797F7E">
                    <w:tab/>
                  </w:r>
                  <w:r w:rsidR="00797F7E">
                    <w:tab/>
                  </w:r>
                  <w:r w:rsidR="00797F7E">
                    <w:tab/>
                  </w:r>
                  <w:r w:rsidR="00797F7E">
                    <w:tab/>
                  </w:r>
                  <w:r w:rsidR="00797F7E">
                    <w:tab/>
                  </w:r>
                  <w:r w:rsidR="00797F7E">
                    <w:tab/>
                    <w:t>Chair:  Burr</w:t>
                  </w:r>
                </w:p>
                <w:p w:rsidR="0005782C" w:rsidRDefault="0005782C" w:rsidP="0005782C">
                  <w:pPr>
                    <w:pStyle w:val="ListParagraph"/>
                    <w:numPr>
                      <w:ilvl w:val="0"/>
                      <w:numId w:val="16"/>
                    </w:numPr>
                    <w:shd w:val="clear" w:color="auto" w:fill="D9D9D9"/>
                  </w:pPr>
                  <w:r>
                    <w:t>We will begin and end on time.</w:t>
                  </w:r>
                  <w:r w:rsidR="00797F7E">
                    <w:tab/>
                  </w:r>
                  <w:r w:rsidR="00797F7E">
                    <w:tab/>
                  </w:r>
                  <w:r w:rsidR="00797F7E">
                    <w:tab/>
                  </w:r>
                  <w:r w:rsidR="00797F7E">
                    <w:tab/>
                    <w:t>Scribe:  Burr</w:t>
                  </w:r>
                </w:p>
                <w:p w:rsidR="0005782C" w:rsidRDefault="0005782C" w:rsidP="0005782C">
                  <w:pPr>
                    <w:pStyle w:val="ListParagraph"/>
                    <w:numPr>
                      <w:ilvl w:val="0"/>
                      <w:numId w:val="16"/>
                    </w:numPr>
                    <w:shd w:val="clear" w:color="auto" w:fill="D9D9D9"/>
                  </w:pPr>
                  <w:r>
                    <w:t>We will uphold confidentiality between employees.</w:t>
                  </w:r>
                </w:p>
                <w:p w:rsidR="0005782C" w:rsidRDefault="0005782C" w:rsidP="0005782C">
                  <w:pPr>
                    <w:pStyle w:val="ListParagraph"/>
                    <w:numPr>
                      <w:ilvl w:val="0"/>
                      <w:numId w:val="16"/>
                    </w:numPr>
                    <w:shd w:val="clear" w:color="auto" w:fill="D9D9D9"/>
                  </w:pPr>
                  <w:r>
                    <w:t xml:space="preserve">We </w:t>
                  </w:r>
                  <w:proofErr w:type="gramStart"/>
                  <w:r>
                    <w:t>will  make</w:t>
                  </w:r>
                  <w:proofErr w:type="gramEnd"/>
                  <w:r>
                    <w:t xml:space="preserve"> decisions by consensus.</w:t>
                  </w:r>
                </w:p>
                <w:p w:rsidR="0005782C" w:rsidRDefault="0005782C" w:rsidP="0005782C">
                  <w:pPr>
                    <w:pStyle w:val="ListParagraph"/>
                    <w:numPr>
                      <w:ilvl w:val="0"/>
                      <w:numId w:val="16"/>
                    </w:numPr>
                    <w:shd w:val="clear" w:color="auto" w:fill="D9D9D9"/>
                  </w:pPr>
                  <w:r>
                    <w:t>We will participate at school or district level meetings.</w:t>
                  </w:r>
                </w:p>
              </w:txbxContent>
            </v:textbox>
          </v:shape>
        </w:pict>
      </w:r>
      <w:r w:rsidRPr="00C50DA0">
        <w:rPr>
          <w:noProof/>
        </w:rPr>
        <w:pict>
          <v:shape id="_x0000_s1026" type="#_x0000_t202" style="position:absolute;left:0;text-align:left;margin-left:-4.95pt;margin-top:-12.35pt;width:252pt;height:1in;z-index:251656704" fillcolor="#ddd" stroked="f" strokecolor="silver">
            <v:textbox style="mso-next-textbox:#_x0000_s1026">
              <w:txbxContent>
                <w:p w:rsidR="004378B6" w:rsidRPr="008929D3" w:rsidRDefault="00425C3A" w:rsidP="00077AA1">
                  <w:pPr>
                    <w:pStyle w:val="Title"/>
                    <w:jc w:val="left"/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8929D3">
                    <w:rPr>
                      <w:rFonts w:ascii="Times New Roman" w:hAnsi="Times New Roman"/>
                      <w:sz w:val="40"/>
                      <w:szCs w:val="40"/>
                    </w:rPr>
                    <w:t>Riverside High School</w:t>
                  </w:r>
                  <w:r w:rsidR="008929D3" w:rsidRPr="008929D3">
                    <w:rPr>
                      <w:rFonts w:ascii="Times New Roman" w:hAnsi="Times New Roman"/>
                      <w:sz w:val="40"/>
                      <w:szCs w:val="40"/>
                    </w:rPr>
                    <w:t xml:space="preserve"> ESL</w:t>
                  </w:r>
                </w:p>
                <w:p w:rsidR="004378B6" w:rsidRPr="00B024A3" w:rsidRDefault="004378B6" w:rsidP="00077AA1">
                  <w:pPr>
                    <w:pStyle w:val="Heading1"/>
                    <w:spacing w:before="0" w:after="0"/>
                    <w:jc w:val="left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>PLC Meeting Agenda</w:t>
                  </w:r>
                </w:p>
                <w:p w:rsidR="004378B6" w:rsidRPr="002123A0" w:rsidRDefault="004378B6" w:rsidP="00077AA1">
                  <w:pPr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 xml:space="preserve">Date: </w:t>
                  </w:r>
                  <w:r w:rsidR="008929D3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 xml:space="preserve"> 9.14.2011</w:t>
                  </w:r>
                </w:p>
              </w:txbxContent>
            </v:textbox>
            <w10:wrap type="square"/>
          </v:shape>
        </w:pict>
      </w:r>
      <w:r w:rsidR="0005782C">
        <w:rPr>
          <w:rFonts w:ascii="Times New Roman" w:hAnsi="Times New Roman"/>
        </w:rPr>
        <w:t xml:space="preserve"> No yelling</w:t>
      </w:r>
    </w:p>
    <w:p w:rsidR="002123A0" w:rsidRDefault="002123A0" w:rsidP="00A64607">
      <w:pPr>
        <w:rPr>
          <w:rFonts w:ascii="Times New Roman" w:hAnsi="Times New Roman"/>
          <w:b/>
          <w:sz w:val="22"/>
          <w:szCs w:val="22"/>
        </w:rPr>
      </w:pPr>
    </w:p>
    <w:p w:rsidR="00077AA1" w:rsidRDefault="00077AA1" w:rsidP="002722E8">
      <w:pPr>
        <w:ind w:left="360"/>
        <w:rPr>
          <w:rFonts w:ascii="Times New Roman" w:hAnsi="Times New Roman"/>
          <w:b/>
          <w:szCs w:val="24"/>
        </w:rPr>
      </w:pPr>
    </w:p>
    <w:p w:rsidR="00077AA1" w:rsidRDefault="00077AA1" w:rsidP="00077AA1">
      <w:pPr>
        <w:rPr>
          <w:rFonts w:ascii="Times New Roman" w:hAnsi="Times New Roman"/>
          <w:b/>
          <w:szCs w:val="24"/>
        </w:rPr>
      </w:pPr>
    </w:p>
    <w:p w:rsidR="00077AA1" w:rsidRDefault="00077AA1" w:rsidP="00077AA1">
      <w:pPr>
        <w:rPr>
          <w:rFonts w:ascii="Times New Roman" w:hAnsi="Times New Roman"/>
          <w:b/>
          <w:szCs w:val="24"/>
        </w:rPr>
      </w:pPr>
    </w:p>
    <w:p w:rsidR="00BE442A" w:rsidRDefault="00C50DA0" w:rsidP="00077AA1">
      <w:pPr>
        <w:rPr>
          <w:rFonts w:ascii="Times New Roman" w:hAnsi="Times New Roman"/>
          <w:szCs w:val="24"/>
        </w:rPr>
      </w:pPr>
      <w:r w:rsidRPr="00C50DA0">
        <w:rPr>
          <w:rFonts w:ascii="Times New Roman" w:hAnsi="Times New Roman"/>
          <w:b/>
          <w:noProof/>
          <w:szCs w:val="24"/>
        </w:rPr>
        <w:pict>
          <v:shape id="_x0000_s1029" type="#_x0000_t202" style="position:absolute;margin-left:373.05pt;margin-top:20.65pt;width:351pt;height:89.65pt;z-index:251658752">
            <v:textbox>
              <w:txbxContent>
                <w:p w:rsidR="004378B6" w:rsidRDefault="004378B6" w:rsidP="00215A21">
                  <w:pPr>
                    <w:jc w:val="center"/>
                    <w:rPr>
                      <w:b/>
                    </w:rPr>
                  </w:pPr>
                  <w:r w:rsidRPr="00215A21">
                    <w:rPr>
                      <w:b/>
                    </w:rPr>
                    <w:t>Four Guiding Questions</w:t>
                  </w:r>
                </w:p>
                <w:p w:rsidR="004378B6" w:rsidRDefault="004378B6" w:rsidP="00215A21">
                  <w:pPr>
                    <w:numPr>
                      <w:ilvl w:val="0"/>
                      <w:numId w:val="8"/>
                    </w:numPr>
                  </w:pPr>
                  <w:r>
                    <w:t>What do we want our students to learn?</w:t>
                  </w:r>
                </w:p>
                <w:p w:rsidR="004378B6" w:rsidRDefault="004378B6" w:rsidP="00215A21">
                  <w:pPr>
                    <w:numPr>
                      <w:ilvl w:val="0"/>
                      <w:numId w:val="8"/>
                    </w:numPr>
                  </w:pPr>
                  <w:r>
                    <w:t>How will we know they’ve learned it?</w:t>
                  </w:r>
                </w:p>
                <w:p w:rsidR="004378B6" w:rsidRDefault="004378B6" w:rsidP="00215A21">
                  <w:pPr>
                    <w:numPr>
                      <w:ilvl w:val="0"/>
                      <w:numId w:val="8"/>
                    </w:numPr>
                  </w:pPr>
                  <w:r>
                    <w:t>How will we respond when a student experiences difficulty?</w:t>
                  </w:r>
                </w:p>
                <w:p w:rsidR="004378B6" w:rsidRPr="00215A21" w:rsidRDefault="004378B6" w:rsidP="00215A21">
                  <w:pPr>
                    <w:numPr>
                      <w:ilvl w:val="0"/>
                      <w:numId w:val="8"/>
                    </w:numPr>
                  </w:pPr>
                  <w:r>
                    <w:t>How will we respond when a student already knows?</w:t>
                  </w:r>
                </w:p>
              </w:txbxContent>
            </v:textbox>
          </v:shape>
        </w:pict>
      </w:r>
      <w:r w:rsidR="002722E8" w:rsidRPr="002722E8">
        <w:rPr>
          <w:rFonts w:ascii="Times New Roman" w:hAnsi="Times New Roman"/>
          <w:b/>
          <w:szCs w:val="24"/>
        </w:rPr>
        <w:t>Purpose of the Meeting:</w:t>
      </w:r>
      <w:r w:rsidR="002722E8">
        <w:rPr>
          <w:rFonts w:ascii="Times New Roman" w:hAnsi="Times New Roman"/>
          <w:b/>
          <w:sz w:val="20"/>
        </w:rPr>
        <w:t xml:space="preserve"> </w:t>
      </w:r>
      <w:r w:rsidR="002722E8" w:rsidRPr="002722E8">
        <w:rPr>
          <w:rFonts w:ascii="Times New Roman" w:hAnsi="Times New Roman"/>
          <w:szCs w:val="24"/>
        </w:rPr>
        <w:t>To engage in a PLC forum with colleagues to discuss curricular goals, processes, and other business related to student achievement.</w:t>
      </w:r>
    </w:p>
    <w:p w:rsidR="002722E8" w:rsidRDefault="002722E8" w:rsidP="00077AA1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Desired Outcomes Today:</w:t>
      </w:r>
      <w:r>
        <w:rPr>
          <w:rFonts w:ascii="Times New Roman" w:hAnsi="Times New Roman"/>
          <w:szCs w:val="24"/>
        </w:rPr>
        <w:t xml:space="preserve">  By the end of the meeting, the PLC will have</w:t>
      </w:r>
    </w:p>
    <w:p w:rsidR="002722E8" w:rsidRDefault="00B317B8" w:rsidP="00077AA1">
      <w:pPr>
        <w:numPr>
          <w:ilvl w:val="0"/>
          <w:numId w:val="10"/>
        </w:numPr>
        <w:tabs>
          <w:tab w:val="clear" w:pos="1080"/>
          <w:tab w:val="num" w:pos="720"/>
        </w:tabs>
        <w:ind w:left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Agreed on Norms</w:t>
      </w:r>
    </w:p>
    <w:p w:rsidR="00B317B8" w:rsidRDefault="00B317B8" w:rsidP="00077AA1">
      <w:pPr>
        <w:numPr>
          <w:ilvl w:val="0"/>
          <w:numId w:val="10"/>
        </w:numPr>
        <w:tabs>
          <w:tab w:val="clear" w:pos="1080"/>
          <w:tab w:val="num" w:pos="720"/>
        </w:tabs>
        <w:ind w:left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Done an AFL self-assessment and planned next steps</w:t>
      </w:r>
    </w:p>
    <w:p w:rsidR="00B317B8" w:rsidRDefault="008929D3" w:rsidP="00077AA1">
      <w:pPr>
        <w:numPr>
          <w:ilvl w:val="0"/>
          <w:numId w:val="10"/>
        </w:numPr>
        <w:tabs>
          <w:tab w:val="clear" w:pos="1080"/>
          <w:tab w:val="num" w:pos="720"/>
        </w:tabs>
        <w:ind w:left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Plan next steps for upcoming PLC meeting</w:t>
      </w:r>
    </w:p>
    <w:p w:rsidR="00B317B8" w:rsidRPr="002722E8" w:rsidRDefault="008929D3" w:rsidP="00077AA1">
      <w:pPr>
        <w:numPr>
          <w:ilvl w:val="0"/>
          <w:numId w:val="10"/>
        </w:numPr>
        <w:tabs>
          <w:tab w:val="clear" w:pos="1080"/>
          <w:tab w:val="num" w:pos="720"/>
        </w:tabs>
        <w:ind w:left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Unpack standards (Can-do descriptors)</w:t>
      </w:r>
    </w:p>
    <w:p w:rsidR="002722E8" w:rsidRPr="002722E8" w:rsidRDefault="002722E8" w:rsidP="002722E8">
      <w:pPr>
        <w:ind w:left="360"/>
        <w:rPr>
          <w:rFonts w:ascii="Times New Roman" w:hAnsi="Times New Roman"/>
          <w:bCs/>
          <w:szCs w:val="24"/>
        </w:rPr>
      </w:pPr>
    </w:p>
    <w:p w:rsidR="0014254B" w:rsidRPr="000D18EF" w:rsidRDefault="0014254B" w:rsidP="0014254B">
      <w:pPr>
        <w:rPr>
          <w:rFonts w:ascii="Times New Roman" w:hAnsi="Times New Roman"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48"/>
        <w:gridCol w:w="2491"/>
        <w:gridCol w:w="1619"/>
        <w:gridCol w:w="1079"/>
        <w:gridCol w:w="5779"/>
      </w:tblGrid>
      <w:tr w:rsidR="00077AA1" w:rsidRPr="00146545" w:rsidTr="00FE7C0E">
        <w:trPr>
          <w:trHeight w:val="280"/>
        </w:trPr>
        <w:tc>
          <w:tcPr>
            <w:tcW w:w="5000" w:type="pct"/>
            <w:gridSpan w:val="5"/>
            <w:shd w:val="clear" w:color="auto" w:fill="B3B3B3"/>
          </w:tcPr>
          <w:p w:rsidR="00077AA1" w:rsidRPr="00077AA1" w:rsidRDefault="00077AA1" w:rsidP="00146545">
            <w:pPr>
              <w:spacing w:before="40" w:after="40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  <w:r w:rsidRPr="00077AA1">
              <w:rPr>
                <w:rFonts w:ascii="Times New Roman" w:hAnsi="Times New Roman"/>
                <w:b/>
                <w:sz w:val="40"/>
                <w:szCs w:val="40"/>
              </w:rPr>
              <w:t>Agenda</w:t>
            </w:r>
          </w:p>
        </w:tc>
      </w:tr>
      <w:tr w:rsidR="004C428B" w:rsidRPr="00146545" w:rsidTr="00FE7C0E">
        <w:trPr>
          <w:trHeight w:val="280"/>
        </w:trPr>
        <w:tc>
          <w:tcPr>
            <w:tcW w:w="1248" w:type="pct"/>
          </w:tcPr>
          <w:p w:rsidR="0014254B" w:rsidRPr="00146545" w:rsidRDefault="0014254B" w:rsidP="00146545">
            <w:pPr>
              <w:spacing w:before="40" w:after="40"/>
              <w:jc w:val="center"/>
              <w:rPr>
                <w:rFonts w:ascii="Times New Roman" w:hAnsi="Times New Roman"/>
                <w:b/>
                <w:sz w:val="28"/>
              </w:rPr>
            </w:pPr>
            <w:r w:rsidRPr="00146545">
              <w:rPr>
                <w:rFonts w:ascii="Times New Roman" w:hAnsi="Times New Roman"/>
                <w:b/>
                <w:sz w:val="28"/>
              </w:rPr>
              <w:t>WHAT</w:t>
            </w:r>
          </w:p>
        </w:tc>
        <w:tc>
          <w:tcPr>
            <w:tcW w:w="852" w:type="pct"/>
          </w:tcPr>
          <w:p w:rsidR="0014254B" w:rsidRPr="00146545" w:rsidRDefault="0014254B">
            <w:pPr>
              <w:pStyle w:val="Heading1"/>
              <w:rPr>
                <w:rFonts w:ascii="Times New Roman" w:hAnsi="Times New Roman"/>
              </w:rPr>
            </w:pPr>
            <w:r w:rsidRPr="00146545">
              <w:rPr>
                <w:rFonts w:ascii="Times New Roman" w:hAnsi="Times New Roman"/>
              </w:rPr>
              <w:t>HOW</w:t>
            </w:r>
          </w:p>
        </w:tc>
        <w:tc>
          <w:tcPr>
            <w:tcW w:w="554" w:type="pct"/>
          </w:tcPr>
          <w:p w:rsidR="0014254B" w:rsidRPr="00146545" w:rsidRDefault="0014254B" w:rsidP="00146545">
            <w:pPr>
              <w:spacing w:before="40" w:after="40"/>
              <w:jc w:val="center"/>
              <w:rPr>
                <w:rFonts w:ascii="Times New Roman" w:hAnsi="Times New Roman"/>
                <w:b/>
                <w:sz w:val="28"/>
              </w:rPr>
            </w:pPr>
            <w:r w:rsidRPr="00146545">
              <w:rPr>
                <w:rFonts w:ascii="Times New Roman" w:hAnsi="Times New Roman"/>
                <w:b/>
                <w:sz w:val="28"/>
              </w:rPr>
              <w:t>WHO</w:t>
            </w:r>
          </w:p>
        </w:tc>
        <w:tc>
          <w:tcPr>
            <w:tcW w:w="369" w:type="pct"/>
          </w:tcPr>
          <w:p w:rsidR="0014254B" w:rsidRPr="00146545" w:rsidRDefault="0014254B" w:rsidP="00146545">
            <w:pPr>
              <w:spacing w:before="40" w:after="40"/>
              <w:jc w:val="center"/>
              <w:rPr>
                <w:rFonts w:ascii="Times New Roman" w:hAnsi="Times New Roman"/>
                <w:b/>
                <w:sz w:val="28"/>
              </w:rPr>
            </w:pPr>
            <w:r w:rsidRPr="00146545">
              <w:rPr>
                <w:rFonts w:ascii="Times New Roman" w:hAnsi="Times New Roman"/>
                <w:b/>
                <w:sz w:val="28"/>
              </w:rPr>
              <w:t>TIME</w:t>
            </w:r>
          </w:p>
        </w:tc>
        <w:tc>
          <w:tcPr>
            <w:tcW w:w="1977" w:type="pct"/>
          </w:tcPr>
          <w:p w:rsidR="0014254B" w:rsidRPr="00146545" w:rsidRDefault="0014254B" w:rsidP="00146545">
            <w:pPr>
              <w:spacing w:before="40" w:after="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46545">
              <w:rPr>
                <w:rFonts w:ascii="Times New Roman" w:hAnsi="Times New Roman"/>
                <w:b/>
                <w:sz w:val="28"/>
                <w:szCs w:val="28"/>
              </w:rPr>
              <w:t>NOTES</w:t>
            </w:r>
          </w:p>
        </w:tc>
      </w:tr>
      <w:tr w:rsidR="004C428B" w:rsidRPr="00146545" w:rsidTr="00FE7C0E">
        <w:tc>
          <w:tcPr>
            <w:tcW w:w="1248" w:type="pct"/>
          </w:tcPr>
          <w:p w:rsidR="00585736" w:rsidRPr="00B317B8" w:rsidRDefault="00585736" w:rsidP="00585736">
            <w:pPr>
              <w:rPr>
                <w:rFonts w:ascii="Times New Roman" w:hAnsi="Times New Roman"/>
                <w:b/>
                <w:sz w:val="20"/>
              </w:rPr>
            </w:pPr>
          </w:p>
          <w:p w:rsidR="0014254B" w:rsidRPr="00B317B8" w:rsidRDefault="00B317B8" w:rsidP="002123A0">
            <w:pPr>
              <w:rPr>
                <w:rFonts w:ascii="Times New Roman" w:hAnsi="Times New Roman"/>
                <w:b/>
                <w:sz w:val="20"/>
              </w:rPr>
            </w:pPr>
            <w:r w:rsidRPr="00B317B8">
              <w:rPr>
                <w:rFonts w:ascii="Times New Roman" w:hAnsi="Times New Roman"/>
                <w:b/>
                <w:sz w:val="20"/>
              </w:rPr>
              <w:t>Agree on norms</w:t>
            </w:r>
          </w:p>
          <w:p w:rsidR="00A64F7A" w:rsidRPr="00B317B8" w:rsidRDefault="00A64F7A" w:rsidP="002123A0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52" w:type="pct"/>
          </w:tcPr>
          <w:p w:rsidR="0014254B" w:rsidRPr="00146545" w:rsidRDefault="00E86A39" w:rsidP="00E86A39">
            <w:pPr>
              <w:rPr>
                <w:rFonts w:ascii="Times New Roman" w:hAnsi="Times New Roman"/>
                <w:sz w:val="18"/>
                <w:szCs w:val="18"/>
              </w:rPr>
            </w:pPr>
            <w:r w:rsidRPr="00146545">
              <w:rPr>
                <w:rFonts w:ascii="Times New Roman" w:hAnsi="Times New Roman"/>
                <w:sz w:val="20"/>
              </w:rPr>
              <w:br/>
            </w:r>
            <w:r w:rsidR="0005782C">
              <w:rPr>
                <w:rFonts w:ascii="Times New Roman" w:hAnsi="Times New Roman"/>
                <w:sz w:val="18"/>
                <w:szCs w:val="18"/>
              </w:rPr>
              <w:t xml:space="preserve">Consensus based on discussion. </w:t>
            </w:r>
          </w:p>
        </w:tc>
        <w:tc>
          <w:tcPr>
            <w:tcW w:w="554" w:type="pct"/>
          </w:tcPr>
          <w:p w:rsidR="004C428B" w:rsidRDefault="0005782C" w:rsidP="0014654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Autumn</w:t>
            </w:r>
          </w:p>
          <w:p w:rsidR="0005782C" w:rsidRDefault="0005782C" w:rsidP="0014654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Jennifer</w:t>
            </w:r>
          </w:p>
          <w:p w:rsidR="0005782C" w:rsidRPr="00146545" w:rsidRDefault="0005782C" w:rsidP="0014654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Alaina</w:t>
            </w:r>
          </w:p>
        </w:tc>
        <w:tc>
          <w:tcPr>
            <w:tcW w:w="369" w:type="pct"/>
          </w:tcPr>
          <w:p w:rsidR="0014254B" w:rsidRPr="00146545" w:rsidRDefault="00C532D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1:15-1</w:t>
            </w:r>
            <w:r w:rsidR="0005782C">
              <w:rPr>
                <w:rFonts w:ascii="Times New Roman" w:hAnsi="Times New Roman"/>
                <w:sz w:val="20"/>
              </w:rPr>
              <w:t>:40</w:t>
            </w:r>
          </w:p>
          <w:p w:rsidR="0014254B" w:rsidRPr="00146545" w:rsidRDefault="0014254B" w:rsidP="00A64F7A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977" w:type="pct"/>
          </w:tcPr>
          <w:p w:rsidR="0014254B" w:rsidRPr="00146545" w:rsidRDefault="0005782C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See above</w:t>
            </w:r>
          </w:p>
          <w:p w:rsidR="003B37C7" w:rsidRPr="00393E89" w:rsidRDefault="003B37C7" w:rsidP="00393E89">
            <w:pPr>
              <w:ind w:left="618"/>
              <w:rPr>
                <w:rFonts w:ascii="Georgia" w:hAnsi="Georgia"/>
                <w:sz w:val="22"/>
                <w:szCs w:val="22"/>
              </w:rPr>
            </w:pPr>
          </w:p>
        </w:tc>
      </w:tr>
      <w:tr w:rsidR="004C428B" w:rsidRPr="00146545" w:rsidTr="00FE7C0E">
        <w:trPr>
          <w:trHeight w:val="647"/>
        </w:trPr>
        <w:tc>
          <w:tcPr>
            <w:tcW w:w="1248" w:type="pct"/>
          </w:tcPr>
          <w:p w:rsidR="00EE5431" w:rsidRPr="00B317B8" w:rsidRDefault="00EE5431" w:rsidP="00A64F7A">
            <w:pPr>
              <w:rPr>
                <w:rFonts w:ascii="Times New Roman" w:hAnsi="Times New Roman"/>
                <w:b/>
                <w:sz w:val="20"/>
              </w:rPr>
            </w:pPr>
          </w:p>
          <w:p w:rsidR="00A64F7A" w:rsidRPr="00B317B8" w:rsidRDefault="00B317B8" w:rsidP="00A64F7A">
            <w:pPr>
              <w:rPr>
                <w:rFonts w:ascii="Times New Roman" w:hAnsi="Times New Roman"/>
                <w:b/>
                <w:sz w:val="20"/>
              </w:rPr>
            </w:pPr>
            <w:r w:rsidRPr="00B317B8">
              <w:rPr>
                <w:rFonts w:ascii="Times New Roman" w:hAnsi="Times New Roman"/>
                <w:b/>
                <w:sz w:val="20"/>
              </w:rPr>
              <w:t>AFL Self Assessment</w:t>
            </w:r>
          </w:p>
          <w:p w:rsidR="00A64F7A" w:rsidRPr="00B317B8" w:rsidRDefault="00A64F7A" w:rsidP="00A64F7A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52" w:type="pct"/>
          </w:tcPr>
          <w:p w:rsidR="00AB4E4C" w:rsidRPr="00146545" w:rsidRDefault="00FA67DB" w:rsidP="00A64F7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AFL framework discussed as a group with notes</w:t>
            </w:r>
          </w:p>
        </w:tc>
        <w:tc>
          <w:tcPr>
            <w:tcW w:w="554" w:type="pct"/>
          </w:tcPr>
          <w:p w:rsidR="002722E8" w:rsidRDefault="00FA67DB" w:rsidP="0014654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Autumn</w:t>
            </w:r>
          </w:p>
          <w:p w:rsidR="00FA67DB" w:rsidRDefault="00FA67DB" w:rsidP="0014654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Jennifer</w:t>
            </w:r>
          </w:p>
          <w:p w:rsidR="00FA67DB" w:rsidRPr="00146545" w:rsidRDefault="00FA67DB" w:rsidP="0014654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Alaina</w:t>
            </w:r>
          </w:p>
        </w:tc>
        <w:tc>
          <w:tcPr>
            <w:tcW w:w="369" w:type="pct"/>
          </w:tcPr>
          <w:p w:rsidR="00AB4E4C" w:rsidRPr="00146545" w:rsidRDefault="00FA67DB" w:rsidP="0014654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1:402:35</w:t>
            </w:r>
          </w:p>
          <w:p w:rsidR="00AB4E4C" w:rsidRPr="00146545" w:rsidRDefault="00AB4E4C" w:rsidP="0014654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77" w:type="pct"/>
          </w:tcPr>
          <w:p w:rsidR="00393E89" w:rsidRDefault="00393E89" w:rsidP="00393E89">
            <w:pPr>
              <w:numPr>
                <w:ilvl w:val="0"/>
                <w:numId w:val="11"/>
              </w:numPr>
              <w:tabs>
                <w:tab w:val="num" w:pos="438"/>
              </w:tabs>
              <w:ind w:left="438"/>
              <w:rPr>
                <w:rFonts w:ascii="Georgia" w:hAnsi="Georgia"/>
                <w:sz w:val="22"/>
                <w:szCs w:val="22"/>
              </w:rPr>
            </w:pPr>
            <w:r w:rsidRPr="00146545">
              <w:rPr>
                <w:rFonts w:ascii="Times New Roman" w:hAnsi="Times New Roman"/>
                <w:color w:val="000000"/>
                <w:sz w:val="20"/>
              </w:rPr>
              <w:t>.</w:t>
            </w:r>
            <w:r>
              <w:rPr>
                <w:rFonts w:ascii="Georgia" w:hAnsi="Georgia"/>
                <w:sz w:val="22"/>
                <w:szCs w:val="22"/>
              </w:rPr>
              <w:t xml:space="preserve"> Assessment (</w:t>
            </w:r>
            <w:r w:rsidRPr="00254078">
              <w:rPr>
                <w:rFonts w:ascii="Georgia" w:hAnsi="Georgia"/>
                <w:sz w:val="22"/>
                <w:szCs w:val="22"/>
              </w:rPr>
              <w:t>Pacing</w:t>
            </w:r>
            <w:r>
              <w:rPr>
                <w:rFonts w:ascii="Georgia" w:hAnsi="Georgia"/>
                <w:sz w:val="22"/>
                <w:szCs w:val="22"/>
              </w:rPr>
              <w:t>)</w:t>
            </w:r>
            <w:r w:rsidRPr="00254078">
              <w:rPr>
                <w:rFonts w:ascii="Georgia" w:hAnsi="Georgia"/>
                <w:sz w:val="22"/>
                <w:szCs w:val="22"/>
              </w:rPr>
              <w:t xml:space="preserve"> Calendar</w:t>
            </w:r>
          </w:p>
          <w:p w:rsidR="00C532D9" w:rsidRDefault="00C532D9" w:rsidP="00C532D9">
            <w:pPr>
              <w:tabs>
                <w:tab w:val="num" w:pos="438"/>
              </w:tabs>
              <w:ind w:left="43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-ESL elective courses do not have one due to diverse needs of the population served</w:t>
            </w:r>
          </w:p>
          <w:p w:rsidR="00C532D9" w:rsidRDefault="00C532D9" w:rsidP="00C532D9">
            <w:pPr>
              <w:tabs>
                <w:tab w:val="num" w:pos="438"/>
              </w:tabs>
              <w:ind w:left="43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-ESL Sheltered courses follow the pacing guides of the content area taught</w:t>
            </w:r>
          </w:p>
          <w:p w:rsidR="00C532D9" w:rsidRPr="00254078" w:rsidRDefault="00C532D9" w:rsidP="00C532D9">
            <w:pPr>
              <w:tabs>
                <w:tab w:val="num" w:pos="438"/>
              </w:tabs>
              <w:ind w:left="438"/>
              <w:rPr>
                <w:rFonts w:ascii="Georgia" w:hAnsi="Georgia"/>
                <w:sz w:val="22"/>
                <w:szCs w:val="22"/>
              </w:rPr>
            </w:pPr>
          </w:p>
          <w:p w:rsidR="00393E89" w:rsidRDefault="00393E89" w:rsidP="00393E89">
            <w:pPr>
              <w:numPr>
                <w:ilvl w:val="0"/>
                <w:numId w:val="11"/>
              </w:numPr>
              <w:tabs>
                <w:tab w:val="num" w:pos="438"/>
              </w:tabs>
              <w:ind w:left="43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Unpacking  /analyze  standards (NCSCOS)</w:t>
            </w:r>
          </w:p>
          <w:p w:rsidR="00C532D9" w:rsidRPr="00254078" w:rsidRDefault="00C532D9" w:rsidP="00C532D9">
            <w:pPr>
              <w:tabs>
                <w:tab w:val="num" w:pos="438"/>
              </w:tabs>
              <w:ind w:left="43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-Standards, worded as WIDA Can-Do Descriptors, guide and facilitate instruction.</w:t>
            </w:r>
          </w:p>
          <w:p w:rsidR="00393E89" w:rsidRDefault="00393E89" w:rsidP="00393E89">
            <w:pPr>
              <w:numPr>
                <w:ilvl w:val="0"/>
                <w:numId w:val="11"/>
              </w:numPr>
              <w:tabs>
                <w:tab w:val="num" w:pos="438"/>
              </w:tabs>
              <w:ind w:left="618" w:hanging="540"/>
              <w:rPr>
                <w:rFonts w:ascii="Georgia" w:hAnsi="Georgia"/>
                <w:sz w:val="22"/>
                <w:szCs w:val="22"/>
              </w:rPr>
            </w:pPr>
            <w:r w:rsidRPr="00254078">
              <w:rPr>
                <w:rFonts w:ascii="Georgia" w:hAnsi="Georgia"/>
                <w:sz w:val="22"/>
                <w:szCs w:val="22"/>
              </w:rPr>
              <w:t>Identify learning targets/learning progressions</w:t>
            </w:r>
          </w:p>
          <w:p w:rsidR="00C532D9" w:rsidRDefault="00C532D9" w:rsidP="00C532D9">
            <w:pPr>
              <w:tabs>
                <w:tab w:val="num" w:pos="438"/>
              </w:tabs>
              <w:ind w:left="61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-The WAPT and Access scores determine learning current and future learning targets.</w:t>
            </w:r>
          </w:p>
          <w:p w:rsidR="00C532D9" w:rsidRDefault="00C532D9" w:rsidP="00C532D9">
            <w:pPr>
              <w:tabs>
                <w:tab w:val="num" w:pos="438"/>
              </w:tabs>
              <w:ind w:left="61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-Can-Do Descriptors provide a clear progression with increasing rigor that develops English Language Proficiency.</w:t>
            </w:r>
          </w:p>
          <w:p w:rsidR="003B37C7" w:rsidRDefault="00393E89" w:rsidP="00393E89">
            <w:pPr>
              <w:numPr>
                <w:ilvl w:val="0"/>
                <w:numId w:val="11"/>
              </w:numPr>
              <w:tabs>
                <w:tab w:val="num" w:pos="438"/>
              </w:tabs>
              <w:ind w:left="618" w:hanging="540"/>
              <w:rPr>
                <w:rFonts w:ascii="Georgia" w:hAnsi="Georgia"/>
                <w:sz w:val="22"/>
                <w:szCs w:val="22"/>
              </w:rPr>
            </w:pPr>
            <w:r w:rsidRPr="00393E89">
              <w:rPr>
                <w:rFonts w:ascii="Georgia" w:hAnsi="Georgia"/>
                <w:sz w:val="22"/>
                <w:szCs w:val="22"/>
              </w:rPr>
              <w:t>Create Pre-assessments</w:t>
            </w:r>
          </w:p>
          <w:p w:rsidR="00C532D9" w:rsidRDefault="00C532D9" w:rsidP="00C532D9">
            <w:pPr>
              <w:tabs>
                <w:tab w:val="num" w:pos="438"/>
              </w:tabs>
              <w:ind w:left="61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-WAPT serves as the initial pre-assessment</w:t>
            </w:r>
          </w:p>
          <w:p w:rsidR="00C532D9" w:rsidRDefault="00C532D9" w:rsidP="00C532D9">
            <w:pPr>
              <w:tabs>
                <w:tab w:val="num" w:pos="438"/>
              </w:tabs>
              <w:ind w:left="61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-Annual Access tests </w:t>
            </w:r>
            <w:r w:rsidR="00401D91">
              <w:rPr>
                <w:rFonts w:ascii="Georgia" w:hAnsi="Georgia"/>
                <w:sz w:val="22"/>
                <w:szCs w:val="22"/>
              </w:rPr>
              <w:t xml:space="preserve">and teacher collaboration </w:t>
            </w:r>
            <w:r>
              <w:rPr>
                <w:rFonts w:ascii="Georgia" w:hAnsi="Georgia"/>
                <w:sz w:val="22"/>
                <w:szCs w:val="22"/>
              </w:rPr>
              <w:t xml:space="preserve">are used for placement in </w:t>
            </w:r>
            <w:r w:rsidR="00401D91">
              <w:rPr>
                <w:rFonts w:ascii="Georgia" w:hAnsi="Georgia"/>
                <w:sz w:val="22"/>
                <w:szCs w:val="22"/>
              </w:rPr>
              <w:t>ESL courses for upcoming year.</w:t>
            </w:r>
          </w:p>
          <w:p w:rsidR="00401D91" w:rsidRDefault="00401D91" w:rsidP="00C532D9">
            <w:pPr>
              <w:tabs>
                <w:tab w:val="num" w:pos="438"/>
              </w:tabs>
              <w:ind w:left="61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-Diagnostic classroom assessments are used to </w:t>
            </w:r>
            <w:r>
              <w:rPr>
                <w:rFonts w:ascii="Georgia" w:hAnsi="Georgia"/>
                <w:sz w:val="22"/>
                <w:szCs w:val="22"/>
              </w:rPr>
              <w:lastRenderedPageBreak/>
              <w:t>both begin new units and to guide instruction throughout them.</w:t>
            </w:r>
          </w:p>
          <w:p w:rsidR="00393E89" w:rsidRDefault="00393E89" w:rsidP="00393E89">
            <w:pPr>
              <w:rPr>
                <w:rFonts w:ascii="Georgia" w:hAnsi="Georgia"/>
                <w:sz w:val="22"/>
                <w:szCs w:val="22"/>
              </w:rPr>
            </w:pPr>
          </w:p>
          <w:p w:rsidR="00393E89" w:rsidRDefault="00393E89" w:rsidP="00393E89">
            <w:pPr>
              <w:numPr>
                <w:ilvl w:val="0"/>
                <w:numId w:val="12"/>
              </w:numPr>
              <w:tabs>
                <w:tab w:val="clear" w:pos="720"/>
                <w:tab w:val="num" w:pos="438"/>
              </w:tabs>
              <w:ind w:left="438"/>
              <w:rPr>
                <w:rFonts w:ascii="Georgia" w:hAnsi="Georgia"/>
                <w:sz w:val="22"/>
                <w:szCs w:val="22"/>
              </w:rPr>
            </w:pPr>
            <w:r w:rsidRPr="00254078">
              <w:rPr>
                <w:rFonts w:ascii="Georgia" w:hAnsi="Georgia"/>
                <w:sz w:val="22"/>
                <w:szCs w:val="22"/>
              </w:rPr>
              <w:t>Informal formative assessments</w:t>
            </w:r>
          </w:p>
          <w:p w:rsidR="00401D91" w:rsidRDefault="00401D91" w:rsidP="00401D91">
            <w:pPr>
              <w:ind w:left="43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-Informal formative assessments are used before and during each unit to determine needs in relation to vocabulary, grammar, and content area knowledge using all four of the language domains.</w:t>
            </w:r>
          </w:p>
          <w:p w:rsidR="00401D91" w:rsidRPr="00254078" w:rsidRDefault="00401D91" w:rsidP="00401D91">
            <w:pPr>
              <w:ind w:left="438"/>
              <w:rPr>
                <w:rFonts w:ascii="Georgia" w:hAnsi="Georgia"/>
                <w:sz w:val="22"/>
                <w:szCs w:val="22"/>
              </w:rPr>
            </w:pPr>
          </w:p>
          <w:p w:rsidR="00393E89" w:rsidRDefault="00401D91" w:rsidP="00393E89">
            <w:pPr>
              <w:numPr>
                <w:ilvl w:val="0"/>
                <w:numId w:val="12"/>
              </w:numPr>
              <w:tabs>
                <w:tab w:val="clear" w:pos="720"/>
                <w:tab w:val="num" w:pos="438"/>
              </w:tabs>
              <w:ind w:left="43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Minute by minute as</w:t>
            </w:r>
            <w:r w:rsidR="00393E89" w:rsidRPr="00254078">
              <w:rPr>
                <w:rFonts w:ascii="Georgia" w:hAnsi="Georgia"/>
                <w:sz w:val="22"/>
                <w:szCs w:val="22"/>
              </w:rPr>
              <w:t>sessments</w:t>
            </w:r>
          </w:p>
          <w:p w:rsidR="00401D91" w:rsidRDefault="00401D91" w:rsidP="00401D91">
            <w:pPr>
              <w:ind w:left="43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-A variety of assessments are used including observation, exit tickets, responses to EQs, and random selection of student responses.</w:t>
            </w:r>
          </w:p>
          <w:p w:rsidR="00401D91" w:rsidRPr="00254078" w:rsidRDefault="00401D91" w:rsidP="00401D91">
            <w:pPr>
              <w:rPr>
                <w:rFonts w:ascii="Georgia" w:hAnsi="Georgia"/>
                <w:sz w:val="22"/>
                <w:szCs w:val="22"/>
              </w:rPr>
            </w:pPr>
          </w:p>
          <w:p w:rsidR="00393E89" w:rsidRDefault="00393E89" w:rsidP="00393E89">
            <w:pPr>
              <w:numPr>
                <w:ilvl w:val="0"/>
                <w:numId w:val="12"/>
              </w:numPr>
              <w:tabs>
                <w:tab w:val="clear" w:pos="720"/>
                <w:tab w:val="num" w:pos="438"/>
              </w:tabs>
              <w:ind w:left="438"/>
              <w:rPr>
                <w:rFonts w:ascii="Georgia" w:hAnsi="Georgia"/>
                <w:sz w:val="22"/>
                <w:szCs w:val="22"/>
              </w:rPr>
            </w:pPr>
            <w:r w:rsidRPr="00254078">
              <w:rPr>
                <w:rFonts w:ascii="Georgia" w:hAnsi="Georgia"/>
                <w:sz w:val="22"/>
                <w:szCs w:val="22"/>
              </w:rPr>
              <w:t>Descriptive feedback</w:t>
            </w:r>
          </w:p>
          <w:p w:rsidR="00401D91" w:rsidRDefault="00401D91" w:rsidP="00401D91">
            <w:pPr>
              <w:ind w:left="43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-Writing assignments are followed by written comments.</w:t>
            </w:r>
          </w:p>
          <w:p w:rsidR="00401D91" w:rsidRDefault="00401D91" w:rsidP="00401D91">
            <w:pPr>
              <w:ind w:left="43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-Two way journals are used.</w:t>
            </w:r>
          </w:p>
          <w:p w:rsidR="00401D91" w:rsidRDefault="00401D91" w:rsidP="00401D91">
            <w:pPr>
              <w:ind w:left="43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-Weekly correspondence occurs to identify</w:t>
            </w:r>
            <w:r w:rsidR="00E00EC4">
              <w:rPr>
                <w:rFonts w:ascii="Georgia" w:hAnsi="Georgia"/>
                <w:sz w:val="22"/>
                <w:szCs w:val="22"/>
              </w:rPr>
              <w:t xml:space="preserve"> strengths and areas in need of</w:t>
            </w:r>
            <w:r>
              <w:rPr>
                <w:rFonts w:ascii="Georgia" w:hAnsi="Georgia"/>
                <w:sz w:val="22"/>
                <w:szCs w:val="22"/>
              </w:rPr>
              <w:t xml:space="preserve"> improvement.</w:t>
            </w:r>
          </w:p>
          <w:p w:rsidR="00E00EC4" w:rsidRPr="00254078" w:rsidRDefault="00E00EC4" w:rsidP="00401D91">
            <w:pPr>
              <w:ind w:left="438"/>
              <w:rPr>
                <w:rFonts w:ascii="Georgia" w:hAnsi="Georgia"/>
                <w:sz w:val="22"/>
                <w:szCs w:val="22"/>
              </w:rPr>
            </w:pPr>
          </w:p>
          <w:p w:rsidR="00393E89" w:rsidRDefault="00393E89" w:rsidP="00393E89">
            <w:pPr>
              <w:numPr>
                <w:ilvl w:val="0"/>
                <w:numId w:val="12"/>
              </w:numPr>
              <w:tabs>
                <w:tab w:val="clear" w:pos="720"/>
                <w:tab w:val="num" w:pos="438"/>
              </w:tabs>
              <w:ind w:left="438"/>
              <w:rPr>
                <w:rFonts w:ascii="Georgia" w:hAnsi="Georgia"/>
                <w:sz w:val="22"/>
                <w:szCs w:val="22"/>
              </w:rPr>
            </w:pPr>
            <w:r w:rsidRPr="00254078">
              <w:rPr>
                <w:rFonts w:ascii="Georgia" w:hAnsi="Georgia"/>
                <w:sz w:val="22"/>
                <w:szCs w:val="22"/>
              </w:rPr>
              <w:t>Common Assessments/SGA and/or CA data</w:t>
            </w:r>
          </w:p>
          <w:p w:rsidR="00E00EC4" w:rsidRDefault="00E00EC4" w:rsidP="00E00EC4">
            <w:pPr>
              <w:pStyle w:val="ListParagraph"/>
              <w:numPr>
                <w:ilvl w:val="0"/>
                <w:numId w:val="17"/>
              </w:numPr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 The Access test is administered annually.</w:t>
            </w:r>
          </w:p>
          <w:p w:rsidR="00E00EC4" w:rsidRDefault="00E00EC4" w:rsidP="00E00EC4">
            <w:pPr>
              <w:pStyle w:val="ListParagraph"/>
              <w:numPr>
                <w:ilvl w:val="0"/>
                <w:numId w:val="17"/>
              </w:numPr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ESL classes are all based on different standards and would not lend themselves to other, more frequent common assessments.</w:t>
            </w:r>
          </w:p>
          <w:p w:rsidR="00E00EC4" w:rsidRPr="00E00EC4" w:rsidRDefault="00E00EC4" w:rsidP="00E00EC4">
            <w:pPr>
              <w:pStyle w:val="ListParagraph"/>
              <w:ind w:left="798"/>
              <w:rPr>
                <w:rFonts w:ascii="Georgia" w:hAnsi="Georgia"/>
                <w:sz w:val="22"/>
                <w:szCs w:val="22"/>
              </w:rPr>
            </w:pPr>
          </w:p>
          <w:p w:rsidR="00393E89" w:rsidRDefault="00393E89" w:rsidP="00393E89">
            <w:pPr>
              <w:numPr>
                <w:ilvl w:val="0"/>
                <w:numId w:val="12"/>
              </w:numPr>
              <w:tabs>
                <w:tab w:val="clear" w:pos="720"/>
                <w:tab w:val="num" w:pos="438"/>
              </w:tabs>
              <w:ind w:left="438"/>
              <w:rPr>
                <w:rFonts w:ascii="Georgia" w:hAnsi="Georgia"/>
                <w:sz w:val="22"/>
                <w:szCs w:val="22"/>
              </w:rPr>
            </w:pPr>
            <w:r w:rsidRPr="00393E89">
              <w:rPr>
                <w:rFonts w:ascii="Georgia" w:hAnsi="Georgia"/>
                <w:sz w:val="22"/>
                <w:szCs w:val="22"/>
              </w:rPr>
              <w:t>Post Assessments</w:t>
            </w:r>
          </w:p>
          <w:p w:rsidR="00E00EC4" w:rsidRDefault="00E00EC4" w:rsidP="00E00EC4">
            <w:pPr>
              <w:pStyle w:val="ListParagraph"/>
              <w:numPr>
                <w:ilvl w:val="0"/>
                <w:numId w:val="17"/>
              </w:numPr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 Unit quizzes and tests</w:t>
            </w:r>
          </w:p>
          <w:p w:rsidR="00E00EC4" w:rsidRPr="00E00EC4" w:rsidRDefault="00E00EC4" w:rsidP="00E00EC4">
            <w:pPr>
              <w:pStyle w:val="ListParagraph"/>
              <w:numPr>
                <w:ilvl w:val="0"/>
                <w:numId w:val="17"/>
              </w:numPr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Annual Access test</w:t>
            </w:r>
          </w:p>
          <w:p w:rsidR="00393E89" w:rsidRDefault="00393E89" w:rsidP="00393E89">
            <w:pPr>
              <w:rPr>
                <w:rFonts w:ascii="Georgia" w:hAnsi="Georgia"/>
                <w:sz w:val="22"/>
                <w:szCs w:val="22"/>
              </w:rPr>
            </w:pPr>
          </w:p>
          <w:p w:rsidR="00393E89" w:rsidRDefault="00393E89" w:rsidP="00393E89">
            <w:pPr>
              <w:numPr>
                <w:ilvl w:val="0"/>
                <w:numId w:val="13"/>
              </w:numPr>
              <w:tabs>
                <w:tab w:val="clear" w:pos="720"/>
                <w:tab w:val="num" w:pos="438"/>
              </w:tabs>
              <w:ind w:hanging="642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Corrective I</w:t>
            </w:r>
            <w:r w:rsidRPr="00254078">
              <w:rPr>
                <w:rFonts w:ascii="Georgia" w:hAnsi="Georgia"/>
                <w:sz w:val="22"/>
                <w:szCs w:val="22"/>
              </w:rPr>
              <w:t>nstruction</w:t>
            </w:r>
          </w:p>
          <w:p w:rsidR="00E00EC4" w:rsidRDefault="00E00EC4" w:rsidP="00E00EC4">
            <w:pPr>
              <w:pStyle w:val="ListParagraph"/>
              <w:numPr>
                <w:ilvl w:val="0"/>
                <w:numId w:val="17"/>
              </w:numPr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 Novice level classes will take at summative assessment at the 9 week mark and be reassigned to ESL class/level according to progress and student need.</w:t>
            </w:r>
          </w:p>
          <w:p w:rsidR="00E00EC4" w:rsidRDefault="00E00EC4" w:rsidP="00E00EC4">
            <w:pPr>
              <w:pStyle w:val="ListParagraph"/>
              <w:numPr>
                <w:ilvl w:val="0"/>
                <w:numId w:val="17"/>
              </w:numPr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Intermediate and advanced level students will take an assessment at the semester end and be reassigned to ESL class/level according to progress and student.</w:t>
            </w:r>
          </w:p>
          <w:p w:rsidR="00266817" w:rsidRDefault="00266817" w:rsidP="00E00EC4">
            <w:pPr>
              <w:pStyle w:val="ListParagraph"/>
              <w:numPr>
                <w:ilvl w:val="0"/>
                <w:numId w:val="17"/>
              </w:numPr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Student-led tutoring held three times a week from 2:45-3:30 with designated ESL classroom.</w:t>
            </w:r>
          </w:p>
          <w:p w:rsidR="00E00EC4" w:rsidRPr="00E00EC4" w:rsidRDefault="00E00EC4" w:rsidP="00E00EC4">
            <w:pPr>
              <w:pStyle w:val="ListParagraph"/>
              <w:ind w:left="798"/>
              <w:rPr>
                <w:rFonts w:ascii="Georgia" w:hAnsi="Georgia"/>
                <w:sz w:val="22"/>
                <w:szCs w:val="22"/>
              </w:rPr>
            </w:pPr>
          </w:p>
          <w:p w:rsidR="00393E89" w:rsidRDefault="00393E89" w:rsidP="00393E89">
            <w:pPr>
              <w:numPr>
                <w:ilvl w:val="0"/>
                <w:numId w:val="13"/>
              </w:numPr>
              <w:tabs>
                <w:tab w:val="clear" w:pos="720"/>
                <w:tab w:val="num" w:pos="438"/>
              </w:tabs>
              <w:ind w:left="438"/>
              <w:rPr>
                <w:rFonts w:ascii="Georgia" w:hAnsi="Georgia"/>
                <w:sz w:val="22"/>
                <w:szCs w:val="22"/>
              </w:rPr>
            </w:pPr>
            <w:r w:rsidRPr="00254078">
              <w:rPr>
                <w:rFonts w:ascii="Georgia" w:hAnsi="Georgia"/>
                <w:sz w:val="22"/>
                <w:szCs w:val="22"/>
              </w:rPr>
              <w:t>Identifying the misconceptions</w:t>
            </w:r>
          </w:p>
          <w:p w:rsidR="00266817" w:rsidRDefault="00266817" w:rsidP="00266817">
            <w:pPr>
              <w:ind w:left="43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-Differentiation can and should still occur to accommodate strengths and needs of each student in each domain.</w:t>
            </w:r>
          </w:p>
          <w:p w:rsidR="00266817" w:rsidRPr="00254078" w:rsidRDefault="00266817" w:rsidP="00266817">
            <w:pPr>
              <w:rPr>
                <w:rFonts w:ascii="Georgia" w:hAnsi="Georgia"/>
                <w:sz w:val="22"/>
                <w:szCs w:val="22"/>
              </w:rPr>
            </w:pPr>
          </w:p>
          <w:p w:rsidR="00393E89" w:rsidRDefault="00393E89" w:rsidP="00393E89">
            <w:pPr>
              <w:numPr>
                <w:ilvl w:val="0"/>
                <w:numId w:val="13"/>
              </w:numPr>
              <w:tabs>
                <w:tab w:val="clear" w:pos="720"/>
                <w:tab w:val="num" w:pos="438"/>
              </w:tabs>
              <w:ind w:left="438"/>
              <w:rPr>
                <w:rFonts w:ascii="Georgia" w:hAnsi="Georgia"/>
                <w:sz w:val="22"/>
                <w:szCs w:val="22"/>
              </w:rPr>
            </w:pPr>
            <w:r w:rsidRPr="00254078">
              <w:rPr>
                <w:rFonts w:ascii="Georgia" w:hAnsi="Georgia"/>
                <w:sz w:val="22"/>
                <w:szCs w:val="22"/>
              </w:rPr>
              <w:t>Differentiation</w:t>
            </w:r>
            <w:r>
              <w:rPr>
                <w:rFonts w:ascii="Georgia" w:hAnsi="Georgia"/>
                <w:sz w:val="22"/>
                <w:szCs w:val="22"/>
              </w:rPr>
              <w:t xml:space="preserve"> of Instruction</w:t>
            </w:r>
          </w:p>
          <w:p w:rsidR="00266817" w:rsidRPr="00266817" w:rsidRDefault="00266817" w:rsidP="00266817">
            <w:pPr>
              <w:numPr>
                <w:ilvl w:val="0"/>
                <w:numId w:val="13"/>
              </w:numPr>
              <w:tabs>
                <w:tab w:val="clear" w:pos="720"/>
                <w:tab w:val="num" w:pos="438"/>
              </w:tabs>
              <w:ind w:left="43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Scaffolding Lessons</w:t>
            </w:r>
          </w:p>
          <w:p w:rsidR="00266817" w:rsidRDefault="00266817" w:rsidP="00266817">
            <w:pPr>
              <w:ind w:left="43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- Differentiation can and should still occur to accommodate strengths and needs of each student in each domain.</w:t>
            </w:r>
          </w:p>
          <w:p w:rsidR="00266817" w:rsidRDefault="00266817" w:rsidP="00266817">
            <w:pPr>
              <w:rPr>
                <w:rFonts w:ascii="Georgia" w:hAnsi="Georgia"/>
                <w:sz w:val="22"/>
                <w:szCs w:val="22"/>
              </w:rPr>
            </w:pPr>
          </w:p>
          <w:p w:rsidR="00393E89" w:rsidRDefault="00393E89" w:rsidP="00393E89">
            <w:pPr>
              <w:numPr>
                <w:ilvl w:val="0"/>
                <w:numId w:val="13"/>
              </w:numPr>
              <w:tabs>
                <w:tab w:val="clear" w:pos="720"/>
                <w:tab w:val="num" w:pos="438"/>
              </w:tabs>
              <w:ind w:left="438"/>
              <w:rPr>
                <w:rFonts w:ascii="Georgia" w:hAnsi="Georgia"/>
                <w:sz w:val="22"/>
                <w:szCs w:val="22"/>
              </w:rPr>
            </w:pPr>
            <w:r w:rsidRPr="00393E89">
              <w:rPr>
                <w:rFonts w:ascii="Georgia" w:hAnsi="Georgia"/>
                <w:sz w:val="22"/>
                <w:szCs w:val="22"/>
              </w:rPr>
              <w:t>Tiered Lessons/Cooperating Learning</w:t>
            </w:r>
          </w:p>
          <w:p w:rsidR="00266817" w:rsidRPr="00266817" w:rsidRDefault="00266817" w:rsidP="00266817">
            <w:pPr>
              <w:pStyle w:val="ListParagraph"/>
              <w:numPr>
                <w:ilvl w:val="0"/>
                <w:numId w:val="17"/>
              </w:numPr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r w:rsidR="00FA67DB">
              <w:rPr>
                <w:rFonts w:ascii="Georgia" w:hAnsi="Georgia"/>
                <w:sz w:val="22"/>
                <w:szCs w:val="22"/>
              </w:rPr>
              <w:t xml:space="preserve">Whole group, small group, pair, and individual work </w:t>
            </w:r>
            <w:proofErr w:type="gramStart"/>
            <w:r w:rsidR="00FA67DB">
              <w:rPr>
                <w:rFonts w:ascii="Georgia" w:hAnsi="Georgia"/>
                <w:sz w:val="22"/>
                <w:szCs w:val="22"/>
              </w:rPr>
              <w:t>is</w:t>
            </w:r>
            <w:proofErr w:type="gramEnd"/>
            <w:r w:rsidR="00FA67DB">
              <w:rPr>
                <w:rFonts w:ascii="Georgia" w:hAnsi="Georgia"/>
                <w:sz w:val="22"/>
                <w:szCs w:val="22"/>
              </w:rPr>
              <w:t xml:space="preserve"> used with grouping based on both heterogeneous and homogenous skill level.</w:t>
            </w:r>
          </w:p>
          <w:p w:rsidR="00393E89" w:rsidRDefault="00393E89" w:rsidP="00393E89">
            <w:pPr>
              <w:rPr>
                <w:rFonts w:ascii="Georgia" w:hAnsi="Georgia"/>
                <w:sz w:val="22"/>
                <w:szCs w:val="22"/>
              </w:rPr>
            </w:pPr>
          </w:p>
          <w:p w:rsidR="00393E89" w:rsidRDefault="00393E89" w:rsidP="00393E89">
            <w:pPr>
              <w:numPr>
                <w:ilvl w:val="0"/>
                <w:numId w:val="14"/>
              </w:numPr>
              <w:tabs>
                <w:tab w:val="clear" w:pos="720"/>
                <w:tab w:val="num" w:pos="438"/>
              </w:tabs>
              <w:ind w:hanging="642"/>
              <w:rPr>
                <w:rFonts w:ascii="Georgia" w:hAnsi="Georgia"/>
                <w:sz w:val="22"/>
                <w:szCs w:val="22"/>
              </w:rPr>
            </w:pPr>
            <w:r w:rsidRPr="00254078">
              <w:rPr>
                <w:rFonts w:ascii="Georgia" w:hAnsi="Georgia"/>
                <w:sz w:val="22"/>
                <w:szCs w:val="22"/>
              </w:rPr>
              <w:t>Enrichment/HOTS</w:t>
            </w:r>
          </w:p>
          <w:p w:rsidR="00FA67DB" w:rsidRDefault="00FA67DB" w:rsidP="00FA67DB">
            <w:pPr>
              <w:ind w:left="720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-Lessons are created based on Bloom’s taxonomy.</w:t>
            </w:r>
          </w:p>
          <w:p w:rsidR="00FA67DB" w:rsidRDefault="00FA67DB" w:rsidP="00FA67DB">
            <w:pPr>
              <w:ind w:left="720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-Extension activities are planned for students who demonstrate skill mastery for each unit.</w:t>
            </w:r>
          </w:p>
          <w:p w:rsidR="00FA67DB" w:rsidRPr="00254078" w:rsidRDefault="00FA67DB" w:rsidP="00FA67DB">
            <w:pPr>
              <w:ind w:left="720"/>
              <w:rPr>
                <w:rFonts w:ascii="Georgia" w:hAnsi="Georgia"/>
                <w:sz w:val="22"/>
                <w:szCs w:val="22"/>
              </w:rPr>
            </w:pPr>
          </w:p>
          <w:p w:rsidR="00393E89" w:rsidRDefault="00393E89" w:rsidP="00393E89">
            <w:pPr>
              <w:numPr>
                <w:ilvl w:val="0"/>
                <w:numId w:val="14"/>
              </w:numPr>
              <w:tabs>
                <w:tab w:val="clear" w:pos="720"/>
                <w:tab w:val="num" w:pos="438"/>
              </w:tabs>
              <w:ind w:hanging="642"/>
              <w:rPr>
                <w:rFonts w:ascii="Georgia" w:hAnsi="Georgia"/>
                <w:sz w:val="22"/>
                <w:szCs w:val="22"/>
              </w:rPr>
            </w:pPr>
            <w:r w:rsidRPr="00254078">
              <w:rPr>
                <w:rFonts w:ascii="Georgia" w:hAnsi="Georgia"/>
                <w:sz w:val="22"/>
                <w:szCs w:val="22"/>
              </w:rPr>
              <w:t>Extension activities</w:t>
            </w:r>
          </w:p>
          <w:p w:rsidR="00FA67DB" w:rsidRDefault="00FA67DB" w:rsidP="00FA67DB">
            <w:pPr>
              <w:ind w:left="720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-Self-selected reading, online games and research, projects, workshops, and real-life application are provided for each unit.</w:t>
            </w:r>
          </w:p>
          <w:p w:rsidR="00FA67DB" w:rsidRPr="00254078" w:rsidRDefault="00FA67DB" w:rsidP="00FA67DB">
            <w:pPr>
              <w:rPr>
                <w:rFonts w:ascii="Georgia" w:hAnsi="Georgia"/>
                <w:sz w:val="22"/>
                <w:szCs w:val="22"/>
              </w:rPr>
            </w:pPr>
          </w:p>
          <w:p w:rsidR="00393E89" w:rsidRDefault="00393E89" w:rsidP="00393E89">
            <w:pPr>
              <w:numPr>
                <w:ilvl w:val="0"/>
                <w:numId w:val="14"/>
              </w:numPr>
              <w:tabs>
                <w:tab w:val="clear" w:pos="720"/>
                <w:tab w:val="num" w:pos="438"/>
              </w:tabs>
              <w:ind w:left="43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Differentiation A</w:t>
            </w:r>
            <w:r w:rsidRPr="00254078">
              <w:rPr>
                <w:rFonts w:ascii="Georgia" w:hAnsi="Georgia"/>
                <w:sz w:val="22"/>
                <w:szCs w:val="22"/>
              </w:rPr>
              <w:t>ctivities</w:t>
            </w:r>
          </w:p>
          <w:p w:rsidR="00FA67DB" w:rsidRDefault="00FA67DB" w:rsidP="00FA67DB">
            <w:pPr>
              <w:ind w:left="43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-Scaffolding, sentence starters, leveled readers, native language support, visuals, graphic organizers, materials that support different learning styles, leveled classes, and WIDA Can-Do Descriptors</w:t>
            </w:r>
          </w:p>
          <w:p w:rsidR="00FA67DB" w:rsidRDefault="00FA67DB" w:rsidP="00FA67DB">
            <w:pPr>
              <w:ind w:left="438"/>
              <w:rPr>
                <w:rFonts w:ascii="Georgia" w:hAnsi="Georgia"/>
                <w:sz w:val="22"/>
                <w:szCs w:val="22"/>
              </w:rPr>
            </w:pPr>
          </w:p>
          <w:p w:rsidR="00393E89" w:rsidRDefault="00393E89" w:rsidP="00393E89">
            <w:pPr>
              <w:numPr>
                <w:ilvl w:val="0"/>
                <w:numId w:val="14"/>
              </w:numPr>
              <w:tabs>
                <w:tab w:val="clear" w:pos="720"/>
                <w:tab w:val="num" w:pos="438"/>
              </w:tabs>
              <w:ind w:left="438"/>
              <w:rPr>
                <w:rFonts w:ascii="Georgia" w:hAnsi="Georgia"/>
                <w:sz w:val="22"/>
                <w:szCs w:val="22"/>
              </w:rPr>
            </w:pPr>
            <w:r w:rsidRPr="00393E89">
              <w:rPr>
                <w:rFonts w:ascii="Georgia" w:hAnsi="Georgia"/>
                <w:sz w:val="22"/>
                <w:szCs w:val="22"/>
              </w:rPr>
              <w:t>Incorporate Revised Bloom’s Taxonomy</w:t>
            </w:r>
          </w:p>
          <w:p w:rsidR="00FA67DB" w:rsidRPr="00393E89" w:rsidRDefault="00FA67DB" w:rsidP="00FA67DB">
            <w:pPr>
              <w:ind w:left="43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-Built into each lesson plan.</w:t>
            </w:r>
          </w:p>
        </w:tc>
      </w:tr>
      <w:tr w:rsidR="004C428B" w:rsidRPr="00146545" w:rsidTr="00FE7C0E">
        <w:trPr>
          <w:trHeight w:val="647"/>
        </w:trPr>
        <w:tc>
          <w:tcPr>
            <w:tcW w:w="1248" w:type="pct"/>
          </w:tcPr>
          <w:p w:rsidR="00503D8B" w:rsidRPr="00B317B8" w:rsidRDefault="00503D8B" w:rsidP="004C428B">
            <w:pPr>
              <w:rPr>
                <w:rFonts w:ascii="Times New Roman" w:hAnsi="Times New Roman"/>
                <w:b/>
                <w:sz w:val="20"/>
              </w:rPr>
            </w:pPr>
          </w:p>
          <w:p w:rsidR="00A64F7A" w:rsidRPr="00B317B8" w:rsidRDefault="00FA67DB" w:rsidP="004C428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Brainstorm next steps</w:t>
            </w:r>
          </w:p>
          <w:p w:rsidR="00A64F7A" w:rsidRPr="00B317B8" w:rsidRDefault="00A64F7A" w:rsidP="004C428B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52" w:type="pct"/>
          </w:tcPr>
          <w:p w:rsidR="00503D8B" w:rsidRPr="00146545" w:rsidRDefault="00FA67DB" w:rsidP="008A7F0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Create outline / list of what we need to focus on at our next meeting</w:t>
            </w:r>
          </w:p>
        </w:tc>
        <w:tc>
          <w:tcPr>
            <w:tcW w:w="554" w:type="pct"/>
          </w:tcPr>
          <w:p w:rsidR="00DC4EF9" w:rsidRDefault="00FA67DB" w:rsidP="0014654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Autumn</w:t>
            </w:r>
          </w:p>
          <w:p w:rsidR="00FA67DB" w:rsidRDefault="00FA67DB" w:rsidP="0014654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Jennifer</w:t>
            </w:r>
          </w:p>
          <w:p w:rsidR="00FA67DB" w:rsidRPr="00146545" w:rsidRDefault="00FA67DB" w:rsidP="0014654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Alaina</w:t>
            </w:r>
          </w:p>
        </w:tc>
        <w:tc>
          <w:tcPr>
            <w:tcW w:w="369" w:type="pct"/>
          </w:tcPr>
          <w:p w:rsidR="00503D8B" w:rsidRPr="00146545" w:rsidRDefault="00FA67DB" w:rsidP="0014654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2:35-</w:t>
            </w:r>
            <w:r w:rsidR="00014241">
              <w:rPr>
                <w:rFonts w:ascii="Times New Roman" w:hAnsi="Times New Roman"/>
                <w:sz w:val="20"/>
              </w:rPr>
              <w:t>3:35</w:t>
            </w:r>
          </w:p>
        </w:tc>
        <w:tc>
          <w:tcPr>
            <w:tcW w:w="1977" w:type="pct"/>
          </w:tcPr>
          <w:p w:rsidR="00B024A3" w:rsidRPr="00146545" w:rsidRDefault="00014241" w:rsidP="00E5715A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See attached outline and notes</w:t>
            </w:r>
          </w:p>
        </w:tc>
      </w:tr>
      <w:tr w:rsidR="004C428B" w:rsidRPr="00146545" w:rsidTr="00FE7C0E">
        <w:tc>
          <w:tcPr>
            <w:tcW w:w="1248" w:type="pct"/>
          </w:tcPr>
          <w:p w:rsidR="004C428B" w:rsidRPr="00B317B8" w:rsidRDefault="004C428B" w:rsidP="004C428B">
            <w:pPr>
              <w:rPr>
                <w:rFonts w:ascii="Times New Roman" w:hAnsi="Times New Roman"/>
                <w:b/>
                <w:sz w:val="20"/>
              </w:rPr>
            </w:pPr>
          </w:p>
          <w:p w:rsidR="00E86A39" w:rsidRPr="00B317B8" w:rsidRDefault="006E6839" w:rsidP="009A58E4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Unpack Standards</w:t>
            </w:r>
          </w:p>
          <w:p w:rsidR="00A64F7A" w:rsidRPr="00B317B8" w:rsidRDefault="00A64F7A" w:rsidP="009A58E4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52" w:type="pct"/>
          </w:tcPr>
          <w:p w:rsidR="00E86A39" w:rsidRPr="00146545" w:rsidRDefault="006E6839" w:rsidP="001E191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Review Can-do</w:t>
            </w:r>
          </w:p>
          <w:p w:rsidR="00E86A39" w:rsidRPr="00146545" w:rsidRDefault="00E86A39" w:rsidP="004C428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4" w:type="pct"/>
          </w:tcPr>
          <w:p w:rsidR="00E86A39" w:rsidRPr="00146545" w:rsidRDefault="00E86A39" w:rsidP="0014654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9" w:type="pct"/>
          </w:tcPr>
          <w:p w:rsidR="00E86A39" w:rsidRPr="00146545" w:rsidRDefault="006E6839" w:rsidP="0014654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3:35-4:00</w:t>
            </w:r>
          </w:p>
        </w:tc>
        <w:tc>
          <w:tcPr>
            <w:tcW w:w="1977" w:type="pct"/>
          </w:tcPr>
          <w:p w:rsidR="00BA5E1C" w:rsidRPr="00146545" w:rsidRDefault="006E6839" w:rsidP="00146545">
            <w:pPr>
              <w:ind w:left="72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See WIDA book</w:t>
            </w:r>
          </w:p>
        </w:tc>
      </w:tr>
      <w:tr w:rsidR="00B317B8" w:rsidRPr="00146545" w:rsidTr="00FE7C0E">
        <w:tc>
          <w:tcPr>
            <w:tcW w:w="1248" w:type="pct"/>
          </w:tcPr>
          <w:p w:rsidR="00FE7C0E" w:rsidRDefault="00B317B8" w:rsidP="004C428B">
            <w:pPr>
              <w:rPr>
                <w:rFonts w:ascii="Times New Roman" w:hAnsi="Times New Roman"/>
                <w:b/>
                <w:sz w:val="20"/>
              </w:rPr>
            </w:pPr>
            <w:r w:rsidRPr="00B317B8">
              <w:rPr>
                <w:rFonts w:ascii="Times New Roman" w:hAnsi="Times New Roman"/>
                <w:b/>
                <w:sz w:val="20"/>
              </w:rPr>
              <w:t>Submit minutes, self assessment and other documents</w:t>
            </w:r>
          </w:p>
          <w:p w:rsidR="00FE7C0E" w:rsidRPr="00B317B8" w:rsidRDefault="00FE7C0E" w:rsidP="004C428B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52" w:type="pct"/>
          </w:tcPr>
          <w:p w:rsidR="00B317B8" w:rsidRPr="00146545" w:rsidRDefault="00B317B8" w:rsidP="001E191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4" w:type="pct"/>
          </w:tcPr>
          <w:p w:rsidR="00B317B8" w:rsidRPr="00146545" w:rsidRDefault="00B317B8" w:rsidP="0014654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9" w:type="pct"/>
          </w:tcPr>
          <w:p w:rsidR="00B317B8" w:rsidRPr="00146545" w:rsidRDefault="00B317B8" w:rsidP="0014654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77" w:type="pct"/>
          </w:tcPr>
          <w:p w:rsidR="00B317B8" w:rsidRPr="00146545" w:rsidRDefault="006E6839" w:rsidP="00146545">
            <w:pPr>
              <w:ind w:left="72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See email attachments</w:t>
            </w:r>
          </w:p>
        </w:tc>
      </w:tr>
    </w:tbl>
    <w:p w:rsidR="00A64F7A" w:rsidRDefault="00A64F7A" w:rsidP="00077AA1"/>
    <w:tbl>
      <w:tblPr>
        <w:tblW w:w="14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99"/>
        <w:gridCol w:w="7299"/>
      </w:tblGrid>
      <w:tr w:rsidR="00077AA1" w:rsidRPr="00146545" w:rsidTr="00077AA1">
        <w:tc>
          <w:tcPr>
            <w:tcW w:w="7299" w:type="dxa"/>
          </w:tcPr>
          <w:p w:rsidR="008929D3" w:rsidRPr="00146545" w:rsidRDefault="00077AA1" w:rsidP="00AE4AB7">
            <w:pPr>
              <w:rPr>
                <w:rFonts w:ascii="Times New Roman" w:hAnsi="Times New Roman"/>
                <w:b/>
                <w:sz w:val="20"/>
              </w:rPr>
            </w:pPr>
            <w:r w:rsidRPr="00146545">
              <w:rPr>
                <w:rFonts w:ascii="Times New Roman" w:hAnsi="Times New Roman"/>
                <w:b/>
                <w:sz w:val="20"/>
              </w:rPr>
              <w:t>For next time</w:t>
            </w:r>
            <w:r w:rsidR="008929D3">
              <w:rPr>
                <w:rFonts w:ascii="Times New Roman" w:hAnsi="Times New Roman"/>
                <w:b/>
                <w:sz w:val="20"/>
              </w:rPr>
              <w:t>:</w:t>
            </w:r>
          </w:p>
          <w:p w:rsidR="00077AA1" w:rsidRDefault="008929D3" w:rsidP="00AE4AB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Create an outline of next steps</w:t>
            </w:r>
          </w:p>
          <w:p w:rsidR="00077AA1" w:rsidRDefault="00077AA1" w:rsidP="00AE4AB7">
            <w:pPr>
              <w:rPr>
                <w:rFonts w:ascii="Times New Roman" w:hAnsi="Times New Roman"/>
                <w:b/>
                <w:sz w:val="20"/>
              </w:rPr>
            </w:pPr>
          </w:p>
          <w:p w:rsidR="00077AA1" w:rsidRDefault="00077AA1" w:rsidP="00AE4AB7">
            <w:pPr>
              <w:rPr>
                <w:rFonts w:ascii="Times New Roman" w:hAnsi="Times New Roman"/>
                <w:b/>
                <w:sz w:val="20"/>
              </w:rPr>
            </w:pPr>
          </w:p>
          <w:p w:rsidR="00077AA1" w:rsidRDefault="00077AA1" w:rsidP="00AE4AB7">
            <w:pPr>
              <w:rPr>
                <w:rFonts w:ascii="Times New Roman" w:hAnsi="Times New Roman"/>
                <w:b/>
                <w:sz w:val="20"/>
              </w:rPr>
            </w:pPr>
          </w:p>
          <w:p w:rsidR="00FE7C0E" w:rsidRDefault="00FE7C0E" w:rsidP="00AE4AB7">
            <w:pPr>
              <w:rPr>
                <w:rFonts w:ascii="Times New Roman" w:hAnsi="Times New Roman"/>
                <w:b/>
                <w:sz w:val="20"/>
              </w:rPr>
            </w:pPr>
          </w:p>
          <w:p w:rsidR="00077AA1" w:rsidRDefault="00077AA1" w:rsidP="00AE4AB7">
            <w:pPr>
              <w:rPr>
                <w:rFonts w:ascii="Times New Roman" w:hAnsi="Times New Roman"/>
                <w:b/>
                <w:sz w:val="20"/>
              </w:rPr>
            </w:pPr>
          </w:p>
          <w:p w:rsidR="00077AA1" w:rsidRPr="00146545" w:rsidRDefault="00077AA1" w:rsidP="00AE4AB7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299" w:type="dxa"/>
          </w:tcPr>
          <w:p w:rsidR="00077AA1" w:rsidRPr="00146545" w:rsidRDefault="00077AA1" w:rsidP="00AE4AB7">
            <w:pPr>
              <w:rPr>
                <w:rFonts w:ascii="Times New Roman" w:hAnsi="Times New Roman"/>
                <w:b/>
                <w:sz w:val="20"/>
              </w:rPr>
            </w:pPr>
            <w:r w:rsidRPr="00146545">
              <w:rPr>
                <w:rFonts w:ascii="Times New Roman" w:hAnsi="Times New Roman"/>
                <w:b/>
                <w:sz w:val="20"/>
              </w:rPr>
              <w:t>Who’s Responsible?</w:t>
            </w:r>
          </w:p>
          <w:p w:rsidR="00077AA1" w:rsidRPr="00146545" w:rsidRDefault="008929D3" w:rsidP="00AE4AB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Each teacher will create a list and Alaina will compile them into outline format.</w:t>
            </w:r>
          </w:p>
          <w:p w:rsidR="00077AA1" w:rsidRPr="00146545" w:rsidRDefault="00077AA1" w:rsidP="00AE4AB7">
            <w:pPr>
              <w:rPr>
                <w:rFonts w:ascii="Times New Roman" w:hAnsi="Times New Roman"/>
                <w:b/>
                <w:sz w:val="20"/>
              </w:rPr>
            </w:pPr>
          </w:p>
        </w:tc>
      </w:tr>
    </w:tbl>
    <w:p w:rsidR="00077AA1" w:rsidRPr="00003E19" w:rsidRDefault="00077AA1" w:rsidP="00077AA1"/>
    <w:sectPr w:rsidR="00077AA1" w:rsidRPr="00003E19" w:rsidSect="00077AA1">
      <w:pgSz w:w="15840" w:h="12240" w:orient="landscape"/>
      <w:pgMar w:top="720" w:right="720" w:bottom="720" w:left="72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23E" w:rsidRDefault="006A623E">
      <w:r>
        <w:separator/>
      </w:r>
    </w:p>
  </w:endnote>
  <w:endnote w:type="continuationSeparator" w:id="0">
    <w:p w:rsidR="006A623E" w:rsidRDefault="006A62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23E" w:rsidRDefault="006A623E">
      <w:r>
        <w:separator/>
      </w:r>
    </w:p>
  </w:footnote>
  <w:footnote w:type="continuationSeparator" w:id="0">
    <w:p w:rsidR="006A623E" w:rsidRDefault="006A62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749E"/>
    <w:multiLevelType w:val="hybridMultilevel"/>
    <w:tmpl w:val="6374C83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ED56C1"/>
    <w:multiLevelType w:val="hybridMultilevel"/>
    <w:tmpl w:val="E1B69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05F36"/>
    <w:multiLevelType w:val="hybridMultilevel"/>
    <w:tmpl w:val="616C07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DB24CC"/>
    <w:multiLevelType w:val="hybridMultilevel"/>
    <w:tmpl w:val="0582C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905CA8"/>
    <w:multiLevelType w:val="hybridMultilevel"/>
    <w:tmpl w:val="C680D1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391BC8"/>
    <w:multiLevelType w:val="hybridMultilevel"/>
    <w:tmpl w:val="A8BA5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DE68F3"/>
    <w:multiLevelType w:val="hybridMultilevel"/>
    <w:tmpl w:val="4F862E76"/>
    <w:lvl w:ilvl="0" w:tplc="04090001">
      <w:start w:val="1"/>
      <w:numFmt w:val="bullet"/>
      <w:lvlText w:val=""/>
      <w:lvlJc w:val="left"/>
      <w:pPr>
        <w:tabs>
          <w:tab w:val="num" w:pos="702"/>
        </w:tabs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7">
    <w:nsid w:val="18E53B4C"/>
    <w:multiLevelType w:val="hybridMultilevel"/>
    <w:tmpl w:val="337206C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82E1B50"/>
    <w:multiLevelType w:val="hybridMultilevel"/>
    <w:tmpl w:val="11D0A546"/>
    <w:lvl w:ilvl="0" w:tplc="72CEB9A8">
      <w:start w:val="1"/>
      <w:numFmt w:val="bullet"/>
      <w:lvlText w:val="-"/>
      <w:lvlJc w:val="left"/>
      <w:pPr>
        <w:ind w:left="798" w:hanging="360"/>
      </w:pPr>
      <w:rPr>
        <w:rFonts w:ascii="Georgia" w:eastAsia="Times New Roman" w:hAnsi="Georg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9">
    <w:nsid w:val="2B0B7D73"/>
    <w:multiLevelType w:val="hybridMultilevel"/>
    <w:tmpl w:val="CB9812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EA07C7"/>
    <w:multiLevelType w:val="hybridMultilevel"/>
    <w:tmpl w:val="70B699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4C360BB5"/>
    <w:multiLevelType w:val="hybridMultilevel"/>
    <w:tmpl w:val="C6DC95C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9305D8"/>
    <w:multiLevelType w:val="hybridMultilevel"/>
    <w:tmpl w:val="BBCCF1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57756DF"/>
    <w:multiLevelType w:val="hybridMultilevel"/>
    <w:tmpl w:val="D4B47FAA"/>
    <w:lvl w:ilvl="0" w:tplc="1608857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8BD5ED0"/>
    <w:multiLevelType w:val="hybridMultilevel"/>
    <w:tmpl w:val="7618D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393EF3"/>
    <w:multiLevelType w:val="hybridMultilevel"/>
    <w:tmpl w:val="7FFEA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7640460"/>
    <w:multiLevelType w:val="hybridMultilevel"/>
    <w:tmpl w:val="0218A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2"/>
  </w:num>
  <w:num w:numId="4">
    <w:abstractNumId w:val="0"/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</w:num>
  <w:num w:numId="8">
    <w:abstractNumId w:val="14"/>
  </w:num>
  <w:num w:numId="9">
    <w:abstractNumId w:val="1"/>
  </w:num>
  <w:num w:numId="10">
    <w:abstractNumId w:val="7"/>
  </w:num>
  <w:num w:numId="11">
    <w:abstractNumId w:val="10"/>
  </w:num>
  <w:num w:numId="12">
    <w:abstractNumId w:val="4"/>
  </w:num>
  <w:num w:numId="13">
    <w:abstractNumId w:val="16"/>
  </w:num>
  <w:num w:numId="14">
    <w:abstractNumId w:val="12"/>
  </w:num>
  <w:num w:numId="15">
    <w:abstractNumId w:val="3"/>
  </w:num>
  <w:num w:numId="16">
    <w:abstractNumId w:val="5"/>
  </w:num>
  <w:num w:numId="17">
    <w:abstractNumId w:val="8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8" w:dllVersion="513" w:checkStyle="1"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1E1F"/>
    <w:rsid w:val="00007BE8"/>
    <w:rsid w:val="00014241"/>
    <w:rsid w:val="00053B35"/>
    <w:rsid w:val="0005782C"/>
    <w:rsid w:val="00077AA1"/>
    <w:rsid w:val="000830B4"/>
    <w:rsid w:val="000C4641"/>
    <w:rsid w:val="000E34EB"/>
    <w:rsid w:val="00120AA9"/>
    <w:rsid w:val="00121D4D"/>
    <w:rsid w:val="00123730"/>
    <w:rsid w:val="00137913"/>
    <w:rsid w:val="0014254B"/>
    <w:rsid w:val="00146545"/>
    <w:rsid w:val="001521A8"/>
    <w:rsid w:val="001A142F"/>
    <w:rsid w:val="001D6E93"/>
    <w:rsid w:val="001E1912"/>
    <w:rsid w:val="00200683"/>
    <w:rsid w:val="002123A0"/>
    <w:rsid w:val="00215A21"/>
    <w:rsid w:val="00266817"/>
    <w:rsid w:val="00272236"/>
    <w:rsid w:val="002722E8"/>
    <w:rsid w:val="00291E1F"/>
    <w:rsid w:val="002C232B"/>
    <w:rsid w:val="002C2A05"/>
    <w:rsid w:val="002E1684"/>
    <w:rsid w:val="002F280D"/>
    <w:rsid w:val="00307FDF"/>
    <w:rsid w:val="0037677F"/>
    <w:rsid w:val="0038560F"/>
    <w:rsid w:val="00393E89"/>
    <w:rsid w:val="003B37C7"/>
    <w:rsid w:val="003D2122"/>
    <w:rsid w:val="003F5182"/>
    <w:rsid w:val="00401D91"/>
    <w:rsid w:val="00425C3A"/>
    <w:rsid w:val="004378B6"/>
    <w:rsid w:val="00446A49"/>
    <w:rsid w:val="00446EFC"/>
    <w:rsid w:val="0048023F"/>
    <w:rsid w:val="004913AB"/>
    <w:rsid w:val="004A2D4B"/>
    <w:rsid w:val="004B5698"/>
    <w:rsid w:val="004C428B"/>
    <w:rsid w:val="00503D8B"/>
    <w:rsid w:val="005744F6"/>
    <w:rsid w:val="00585736"/>
    <w:rsid w:val="0059421D"/>
    <w:rsid w:val="00594586"/>
    <w:rsid w:val="005B545F"/>
    <w:rsid w:val="005C4A6F"/>
    <w:rsid w:val="006541E5"/>
    <w:rsid w:val="00661662"/>
    <w:rsid w:val="0067251D"/>
    <w:rsid w:val="00677A74"/>
    <w:rsid w:val="006A623E"/>
    <w:rsid w:val="006C7F1F"/>
    <w:rsid w:val="006E6839"/>
    <w:rsid w:val="00707247"/>
    <w:rsid w:val="00710E14"/>
    <w:rsid w:val="0072506A"/>
    <w:rsid w:val="00727327"/>
    <w:rsid w:val="00736DF3"/>
    <w:rsid w:val="007600A7"/>
    <w:rsid w:val="00797F7E"/>
    <w:rsid w:val="007A0056"/>
    <w:rsid w:val="007A0B79"/>
    <w:rsid w:val="007B07E9"/>
    <w:rsid w:val="007E6A30"/>
    <w:rsid w:val="0081266A"/>
    <w:rsid w:val="00824908"/>
    <w:rsid w:val="00836316"/>
    <w:rsid w:val="00840AC9"/>
    <w:rsid w:val="00863AA0"/>
    <w:rsid w:val="00867E4D"/>
    <w:rsid w:val="008929D3"/>
    <w:rsid w:val="008958B3"/>
    <w:rsid w:val="008A7F07"/>
    <w:rsid w:val="008E1CCA"/>
    <w:rsid w:val="00920B90"/>
    <w:rsid w:val="00987EE5"/>
    <w:rsid w:val="00992071"/>
    <w:rsid w:val="009A58E4"/>
    <w:rsid w:val="00A01A29"/>
    <w:rsid w:val="00A11E08"/>
    <w:rsid w:val="00A44926"/>
    <w:rsid w:val="00A64607"/>
    <w:rsid w:val="00A64F7A"/>
    <w:rsid w:val="00AB4E4C"/>
    <w:rsid w:val="00AD4470"/>
    <w:rsid w:val="00AE4AB7"/>
    <w:rsid w:val="00AF2219"/>
    <w:rsid w:val="00B0186B"/>
    <w:rsid w:val="00B024A3"/>
    <w:rsid w:val="00B15899"/>
    <w:rsid w:val="00B27A33"/>
    <w:rsid w:val="00B317B8"/>
    <w:rsid w:val="00B4418B"/>
    <w:rsid w:val="00B74B91"/>
    <w:rsid w:val="00BA5E1C"/>
    <w:rsid w:val="00BC3071"/>
    <w:rsid w:val="00BE1B59"/>
    <w:rsid w:val="00BE442A"/>
    <w:rsid w:val="00C0415C"/>
    <w:rsid w:val="00C31F18"/>
    <w:rsid w:val="00C37A4F"/>
    <w:rsid w:val="00C50DA0"/>
    <w:rsid w:val="00C532D9"/>
    <w:rsid w:val="00C83245"/>
    <w:rsid w:val="00C87D58"/>
    <w:rsid w:val="00C95B57"/>
    <w:rsid w:val="00CC176C"/>
    <w:rsid w:val="00CD0419"/>
    <w:rsid w:val="00CE69D9"/>
    <w:rsid w:val="00D3156D"/>
    <w:rsid w:val="00D37A65"/>
    <w:rsid w:val="00D45F47"/>
    <w:rsid w:val="00D9541B"/>
    <w:rsid w:val="00DB1A88"/>
    <w:rsid w:val="00DC4EF9"/>
    <w:rsid w:val="00DC7DB0"/>
    <w:rsid w:val="00E00EC4"/>
    <w:rsid w:val="00E249A2"/>
    <w:rsid w:val="00E5715A"/>
    <w:rsid w:val="00E66DB2"/>
    <w:rsid w:val="00E84435"/>
    <w:rsid w:val="00E86A39"/>
    <w:rsid w:val="00E94306"/>
    <w:rsid w:val="00EE5431"/>
    <w:rsid w:val="00F14AF7"/>
    <w:rsid w:val="00F27344"/>
    <w:rsid w:val="00F752BC"/>
    <w:rsid w:val="00F76D85"/>
    <w:rsid w:val="00F9089F"/>
    <w:rsid w:val="00F91629"/>
    <w:rsid w:val="00F92255"/>
    <w:rsid w:val="00FA24F8"/>
    <w:rsid w:val="00FA67DB"/>
    <w:rsid w:val="00FC6460"/>
    <w:rsid w:val="00FE2B05"/>
    <w:rsid w:val="00FE7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>
      <o:colormru v:ext="edit" colors="#b2b2b2,silver,#dd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0DA0"/>
    <w:rPr>
      <w:sz w:val="24"/>
    </w:rPr>
  </w:style>
  <w:style w:type="paragraph" w:styleId="Heading1">
    <w:name w:val="heading 1"/>
    <w:basedOn w:val="Normal"/>
    <w:next w:val="Normal"/>
    <w:qFormat/>
    <w:rsid w:val="00C50DA0"/>
    <w:pPr>
      <w:keepNext/>
      <w:spacing w:before="40" w:after="40"/>
      <w:jc w:val="center"/>
      <w:outlineLvl w:val="0"/>
    </w:pPr>
    <w:rPr>
      <w:rFonts w:ascii="Palatino" w:hAnsi="Palatino"/>
      <w:b/>
      <w:sz w:val="28"/>
    </w:rPr>
  </w:style>
  <w:style w:type="paragraph" w:styleId="Heading2">
    <w:name w:val="heading 2"/>
    <w:basedOn w:val="Normal"/>
    <w:next w:val="Normal"/>
    <w:qFormat/>
    <w:rsid w:val="00C50DA0"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30" w:color="auto" w:fill="auto"/>
      <w:ind w:left="-90" w:firstLine="90"/>
      <w:jc w:val="center"/>
      <w:outlineLvl w:val="1"/>
    </w:pPr>
    <w:rPr>
      <w:rFonts w:ascii="Palatino" w:hAnsi="Palatino"/>
      <w:b/>
      <w:sz w:val="40"/>
    </w:rPr>
  </w:style>
  <w:style w:type="paragraph" w:styleId="Heading3">
    <w:name w:val="heading 3"/>
    <w:basedOn w:val="Normal"/>
    <w:next w:val="Normal"/>
    <w:qFormat/>
    <w:rsid w:val="00C50DA0"/>
    <w:pPr>
      <w:keepNext/>
      <w:outlineLvl w:val="2"/>
    </w:pPr>
    <w:rPr>
      <w:rFonts w:ascii="Palatino" w:hAnsi="Palatino"/>
      <w:b/>
    </w:rPr>
  </w:style>
  <w:style w:type="paragraph" w:styleId="Heading4">
    <w:name w:val="heading 4"/>
    <w:basedOn w:val="Normal"/>
    <w:next w:val="Normal"/>
    <w:qFormat/>
    <w:rsid w:val="00C50DA0"/>
    <w:pPr>
      <w:keepNext/>
      <w:jc w:val="center"/>
      <w:outlineLvl w:val="3"/>
    </w:pPr>
    <w:rPr>
      <w:rFonts w:ascii="Palatino" w:hAnsi="Palatino"/>
      <w:b/>
    </w:rPr>
  </w:style>
  <w:style w:type="paragraph" w:styleId="Heading5">
    <w:name w:val="heading 5"/>
    <w:basedOn w:val="Normal"/>
    <w:next w:val="Normal"/>
    <w:qFormat/>
    <w:rsid w:val="00C50DA0"/>
    <w:pPr>
      <w:keepNext/>
      <w:outlineLvl w:val="4"/>
    </w:pPr>
    <w:rPr>
      <w:rFonts w:ascii="Palatino" w:hAnsi="Palatino"/>
      <w:b/>
      <w:sz w:val="18"/>
    </w:rPr>
  </w:style>
  <w:style w:type="paragraph" w:styleId="Heading6">
    <w:name w:val="heading 6"/>
    <w:basedOn w:val="Normal"/>
    <w:next w:val="Normal"/>
    <w:qFormat/>
    <w:rsid w:val="00C50DA0"/>
    <w:pPr>
      <w:keepNext/>
      <w:outlineLvl w:val="5"/>
    </w:pPr>
    <w:rPr>
      <w:rFonts w:ascii="Palatino" w:hAnsi="Palatino"/>
      <w:b/>
      <w:color w:val="FF0000"/>
      <w:sz w:val="18"/>
      <w:effect w:val="light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C50DA0"/>
    <w:pPr>
      <w:ind w:left="252" w:hanging="252"/>
    </w:pPr>
    <w:rPr>
      <w:rFonts w:ascii="Palatino" w:hAnsi="Palatino"/>
      <w:sz w:val="20"/>
    </w:rPr>
  </w:style>
  <w:style w:type="paragraph" w:styleId="Header">
    <w:name w:val="header"/>
    <w:basedOn w:val="Normal"/>
    <w:rsid w:val="00C50DA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50DA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50DA0"/>
  </w:style>
  <w:style w:type="paragraph" w:styleId="Title">
    <w:name w:val="Title"/>
    <w:basedOn w:val="Normal"/>
    <w:qFormat/>
    <w:rsid w:val="00C50DA0"/>
    <w:pPr>
      <w:jc w:val="center"/>
    </w:pPr>
    <w:rPr>
      <w:rFonts w:ascii="Palatino" w:hAnsi="Palatino"/>
      <w:b/>
      <w:sz w:val="28"/>
    </w:rPr>
  </w:style>
  <w:style w:type="paragraph" w:styleId="BodyTextIndent2">
    <w:name w:val="Body Text Indent 2"/>
    <w:basedOn w:val="Normal"/>
    <w:rsid w:val="00C50DA0"/>
    <w:pPr>
      <w:ind w:left="342"/>
    </w:pPr>
    <w:rPr>
      <w:rFonts w:ascii="Palatino" w:hAnsi="Palatino"/>
      <w:sz w:val="16"/>
    </w:rPr>
  </w:style>
  <w:style w:type="paragraph" w:styleId="BodyText">
    <w:name w:val="Body Text"/>
    <w:basedOn w:val="Normal"/>
    <w:rsid w:val="00C50DA0"/>
    <w:rPr>
      <w:rFonts w:ascii="Palatino" w:hAnsi="Palatino"/>
      <w:color w:val="FF0000"/>
      <w:sz w:val="16"/>
    </w:rPr>
  </w:style>
  <w:style w:type="paragraph" w:styleId="BodyText2">
    <w:name w:val="Body Text 2"/>
    <w:basedOn w:val="Normal"/>
    <w:rsid w:val="00C50DA0"/>
    <w:rPr>
      <w:rFonts w:ascii="Palatino" w:hAnsi="Palatino"/>
      <w:color w:val="FF0000"/>
      <w:sz w:val="20"/>
    </w:rPr>
  </w:style>
  <w:style w:type="paragraph" w:styleId="BodyText3">
    <w:name w:val="Body Text 3"/>
    <w:basedOn w:val="Normal"/>
    <w:rsid w:val="00C50DA0"/>
    <w:rPr>
      <w:rFonts w:ascii="Palatino" w:hAnsi="Palatino"/>
      <w:sz w:val="18"/>
    </w:rPr>
  </w:style>
  <w:style w:type="paragraph" w:styleId="Subtitle">
    <w:name w:val="Subtitle"/>
    <w:basedOn w:val="Normal"/>
    <w:qFormat/>
    <w:rsid w:val="00C50DA0"/>
    <w:pPr>
      <w:ind w:left="2160" w:right="2700"/>
      <w:jc w:val="center"/>
    </w:pPr>
    <w:rPr>
      <w:rFonts w:ascii="Palatino" w:hAnsi="Palatino"/>
      <w:b/>
      <w:sz w:val="28"/>
    </w:rPr>
  </w:style>
  <w:style w:type="paragraph" w:styleId="BodyTextIndent3">
    <w:name w:val="Body Text Indent 3"/>
    <w:basedOn w:val="Normal"/>
    <w:rsid w:val="00C50DA0"/>
    <w:pPr>
      <w:ind w:left="72"/>
    </w:pPr>
    <w:rPr>
      <w:rFonts w:ascii="Palatino" w:hAnsi="Palatino"/>
      <w:color w:val="0000FF"/>
      <w:sz w:val="16"/>
    </w:rPr>
  </w:style>
  <w:style w:type="paragraph" w:styleId="BalloonText">
    <w:name w:val="Balloon Text"/>
    <w:basedOn w:val="Normal"/>
    <w:semiHidden/>
    <w:rsid w:val="003C5B6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A3744"/>
    <w:rPr>
      <w:color w:val="0000FF"/>
      <w:u w:val="single"/>
    </w:rPr>
  </w:style>
  <w:style w:type="paragraph" w:styleId="NormalWeb">
    <w:name w:val="Normal (Web)"/>
    <w:basedOn w:val="Normal"/>
    <w:rsid w:val="002123A0"/>
    <w:pPr>
      <w:spacing w:before="100" w:beforeAutospacing="1" w:after="100" w:afterAutospacing="1"/>
    </w:pPr>
    <w:rPr>
      <w:rFonts w:ascii="Times New Roman" w:hAnsi="Times New Roman"/>
      <w:szCs w:val="24"/>
    </w:rPr>
  </w:style>
  <w:style w:type="table" w:styleId="TableGrid">
    <w:name w:val="Table Grid"/>
    <w:basedOn w:val="TableNormal"/>
    <w:rsid w:val="00E8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78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5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8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an%20Teasley.DPS\Desktop\AIG%20Plan%2031604%20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AIG Plan 31604 agenda</Template>
  <TotalTime>4</TotalTime>
  <Pages>4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Durham Arts Council Board Retreat</vt:lpstr>
    </vt:vector>
  </TitlesOfParts>
  <Company>Durham Public Schools</Company>
  <LinksUpToDate>false</LinksUpToDate>
  <CharactersWithSpaces>4251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Durham Arts Council Board Retreat</dc:title>
  <dc:subject/>
  <dc:creator>dps</dc:creator>
  <cp:keywords/>
  <cp:lastModifiedBy>alaina_burr</cp:lastModifiedBy>
  <cp:revision>4</cp:revision>
  <cp:lastPrinted>2011-09-14T17:13:00Z</cp:lastPrinted>
  <dcterms:created xsi:type="dcterms:W3CDTF">2011-09-14T18:46:00Z</dcterms:created>
  <dcterms:modified xsi:type="dcterms:W3CDTF">2011-09-14T18:49:00Z</dcterms:modified>
</cp:coreProperties>
</file>